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007740E0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D6669D" w:rsidRPr="00D6669D">
        <w:rPr>
          <w:rFonts w:cstheme="minorHAnsi"/>
        </w:rPr>
        <w:t>RE Łowicz w obrębie miasta Brzeziny oraz gmin Brzeziny, Dmosin, Jeżów i Rogów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32040BC3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D6669D" w:rsidRPr="00D6669D">
        <w:rPr>
          <w:rFonts w:cstheme="minorHAnsi"/>
          <w:b/>
          <w:bCs/>
        </w:rPr>
        <w:t>RE Łowicz w obrębie miasta Brzeziny oraz gmin Brzeziny, Dmosin, Jeżów i Rogów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364A" w14:textId="77777777" w:rsidR="00A16886" w:rsidRDefault="00A16886" w:rsidP="00582CE9">
      <w:pPr>
        <w:spacing w:after="0"/>
      </w:pPr>
      <w:r>
        <w:separator/>
      </w:r>
    </w:p>
  </w:endnote>
  <w:endnote w:type="continuationSeparator" w:id="0">
    <w:p w14:paraId="28A92E55" w14:textId="77777777" w:rsidR="00A16886" w:rsidRDefault="00A168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41DEE" w14:textId="77777777" w:rsidR="00A16886" w:rsidRDefault="00A16886" w:rsidP="00582CE9">
      <w:pPr>
        <w:spacing w:after="0"/>
      </w:pPr>
      <w:r>
        <w:separator/>
      </w:r>
    </w:p>
  </w:footnote>
  <w:footnote w:type="continuationSeparator" w:id="0">
    <w:p w14:paraId="2C23DEBC" w14:textId="77777777" w:rsidR="00A16886" w:rsidRDefault="00A168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EA33BEE" w:rsidR="00347E8D" w:rsidRPr="006B2C28" w:rsidRDefault="00D47CE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47CEC">
            <w:rPr>
              <w:rFonts w:asciiTheme="minorHAnsi" w:hAnsiTheme="minorHAnsi" w:cstheme="minorHAnsi"/>
              <w:sz w:val="14"/>
              <w:szCs w:val="14"/>
            </w:rPr>
            <w:t>POST/DYS/OLD/GZ/04664/2025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15D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0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6886"/>
    <w:rsid w:val="00A30F17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1678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47CEC"/>
    <w:rsid w:val="00D516C1"/>
    <w:rsid w:val="00D6344F"/>
    <w:rsid w:val="00D6669D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 (S).docx</dmsv2BaseFileName>
    <dmsv2BaseDisplayName xmlns="http://schemas.microsoft.com/sharepoint/v3">Załącznik nr 1 do SWZ-OPZ (S)</dmsv2BaseDisplayName>
    <dmsv2SWPP2ObjectNumber xmlns="http://schemas.microsoft.com/sharepoint/v3">POST/DYS/OLD/GZ/04664/2025                        </dmsv2SWPP2ObjectNumber>
    <dmsv2SWPP2SumMD5 xmlns="http://schemas.microsoft.com/sharepoint/v3">e2b341ff08b2e425edbc3a05cecf7c1e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24111180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JEUP5JKVCYQC-922955212-18087</_dlc_DocId>
    <_dlc_DocIdUrl xmlns="a19cb1c7-c5c7-46d4-85ae-d83685407bba">
      <Url>https://swpp2.dms.gkpge.pl/sites/41/_layouts/15/DocIdRedir.aspx?ID=JEUP5JKVCYQC-922955212-18087</Url>
      <Description>JEUP5JKVCYQC-922955212-18087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87D5A-EE39-4BFF-819B-7835F732F87B}"/>
</file>

<file path=customXml/itemProps3.xml><?xml version="1.0" encoding="utf-8"?>
<ds:datastoreItem xmlns:ds="http://schemas.openxmlformats.org/officeDocument/2006/customXml" ds:itemID="{49BE4402-EF74-4ACD-8575-66417D7A03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8</cp:revision>
  <cp:lastPrinted>2024-07-15T11:21:00Z</cp:lastPrinted>
  <dcterms:created xsi:type="dcterms:W3CDTF">2025-10-01T10:46:00Z</dcterms:created>
  <dcterms:modified xsi:type="dcterms:W3CDTF">2026-01-13T09:10:00Z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8e324232-516e-481e-a9ed-8b0cf3e1e4f9</vt:lpwstr>
  </property>
</Properties>
</file>